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61D43" w14:textId="38DBDBC1" w:rsidR="00A9665D" w:rsidRPr="003F6C34" w:rsidRDefault="0030138A" w:rsidP="00A9665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20"/>
        </w:rPr>
      </w:pPr>
      <w:bookmarkStart w:id="0" w:name="_Hlk529265283"/>
      <w:r w:rsidRPr="0030138A">
        <w:rPr>
          <w:b/>
          <w:bCs/>
          <w:spacing w:val="20"/>
          <w:sz w:val="20"/>
        </w:rPr>
        <w:t>23PROSCMEAG1</w:t>
      </w:r>
      <w:r w:rsidR="00A9665D" w:rsidRPr="003F6C34">
        <w:rPr>
          <w:b/>
          <w:bCs/>
          <w:spacing w:val="20"/>
          <w:sz w:val="20"/>
        </w:rPr>
        <w:t xml:space="preserve"> </w:t>
      </w:r>
      <w:r w:rsidR="00692B22" w:rsidRPr="003F6C34">
        <w:rPr>
          <w:b/>
          <w:bCs/>
          <w:spacing w:val="20"/>
          <w:sz w:val="20"/>
        </w:rPr>
        <w:t>/</w:t>
      </w:r>
      <w:r w:rsidR="00A9665D" w:rsidRPr="003F6C34">
        <w:rPr>
          <w:b/>
          <w:bCs/>
          <w:spacing w:val="20"/>
          <w:sz w:val="20"/>
        </w:rPr>
        <w:t xml:space="preserve"> Braille intégral</w:t>
      </w:r>
    </w:p>
    <w:bookmarkEnd w:id="0"/>
    <w:p w14:paraId="1B6D95DE" w14:textId="77777777" w:rsidR="00885D73" w:rsidRPr="00885D73" w:rsidRDefault="00885D73" w:rsidP="00580BBA">
      <w:pPr>
        <w:spacing w:line="300" w:lineRule="auto"/>
        <w:outlineLvl w:val="9"/>
        <w:rPr>
          <w:spacing w:val="6"/>
        </w:rPr>
      </w:pPr>
    </w:p>
    <w:p w14:paraId="561B294F" w14:textId="77777777" w:rsidR="00580BBA" w:rsidRDefault="00580BBA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6B0C965C" w14:textId="77777777" w:rsidR="00885D73" w:rsidRPr="00580BBA" w:rsidRDefault="00885D73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 w:rsidR="00580BBA"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5CF13F61" w14:textId="21AA8615" w:rsidR="00885D73" w:rsidRP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 w:rsidR="0030138A">
        <w:rPr>
          <w:spacing w:val="6"/>
          <w:sz w:val="28"/>
        </w:rPr>
        <w:t>le texte</w:t>
      </w:r>
      <w:r w:rsidRPr="00885D73">
        <w:rPr>
          <w:spacing w:val="6"/>
          <w:sz w:val="28"/>
        </w:rPr>
        <w:t> ;</w:t>
      </w:r>
    </w:p>
    <w:p w14:paraId="2E196519" w14:textId="1CF05046" w:rsid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 w:rsidR="0030138A">
        <w:rPr>
          <w:spacing w:val="6"/>
          <w:sz w:val="28"/>
        </w:rPr>
        <w:t>les planches tactiles</w:t>
      </w:r>
    </w:p>
    <w:p w14:paraId="1F484966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33349550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0350EDF1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52C4DBCA" w14:textId="77777777" w:rsidR="00640E06" w:rsidRPr="00A9665D" w:rsidRDefault="00640E06" w:rsidP="00580BBA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 xml:space="preserve">Volume 1/2 </w:t>
      </w:r>
    </w:p>
    <w:p w14:paraId="6530B8CA" w14:textId="616597E3" w:rsidR="00640E06" w:rsidRPr="0030138A" w:rsidRDefault="0030138A" w:rsidP="00580BBA">
      <w:pPr>
        <w:spacing w:line="300" w:lineRule="auto"/>
        <w:outlineLvl w:val="9"/>
        <w:rPr>
          <w:spacing w:val="6"/>
          <w:sz w:val="52"/>
          <w:szCs w:val="40"/>
        </w:rPr>
      </w:pPr>
      <w:r w:rsidRPr="0030138A">
        <w:rPr>
          <w:spacing w:val="6"/>
          <w:sz w:val="52"/>
          <w:szCs w:val="40"/>
        </w:rPr>
        <w:t>Texte</w:t>
      </w:r>
    </w:p>
    <w:p w14:paraId="192DF726" w14:textId="77777777" w:rsidR="00640E06" w:rsidRDefault="00640E06">
      <w:pPr>
        <w:keepNext w:val="0"/>
        <w:ind w:firstLine="0"/>
        <w:jc w:val="left"/>
        <w:outlineLvl w:val="9"/>
        <w:rPr>
          <w:spacing w:val="6"/>
          <w:sz w:val="28"/>
        </w:rPr>
      </w:pPr>
      <w:r>
        <w:rPr>
          <w:spacing w:val="6"/>
          <w:sz w:val="28"/>
        </w:rPr>
        <w:br w:type="page"/>
      </w:r>
    </w:p>
    <w:p w14:paraId="1183710F" w14:textId="3D30BC8A" w:rsidR="00692B22" w:rsidRPr="003F6C34" w:rsidRDefault="0030138A" w:rsidP="00692B22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20"/>
        </w:rPr>
      </w:pPr>
      <w:r w:rsidRPr="0030138A">
        <w:rPr>
          <w:b/>
          <w:bCs/>
          <w:spacing w:val="20"/>
          <w:sz w:val="20"/>
        </w:rPr>
        <w:lastRenderedPageBreak/>
        <w:t>23PROSCMEAG1</w:t>
      </w:r>
      <w:r w:rsidR="00692B22" w:rsidRPr="003F6C34">
        <w:rPr>
          <w:b/>
          <w:bCs/>
          <w:spacing w:val="20"/>
          <w:sz w:val="20"/>
        </w:rPr>
        <w:t xml:space="preserve"> / Braille intégral</w:t>
      </w:r>
    </w:p>
    <w:p w14:paraId="2CB153BD" w14:textId="77777777" w:rsidR="00A9665D" w:rsidRDefault="00A9665D" w:rsidP="00640E06">
      <w:pPr>
        <w:spacing w:line="300" w:lineRule="auto"/>
        <w:outlineLvl w:val="9"/>
        <w:rPr>
          <w:b/>
          <w:spacing w:val="6"/>
          <w:sz w:val="28"/>
        </w:rPr>
      </w:pPr>
    </w:p>
    <w:p w14:paraId="29E64783" w14:textId="77777777" w:rsidR="00640E06" w:rsidRDefault="00640E06" w:rsidP="00640E06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02523BDE" w14:textId="77777777" w:rsidR="00640E06" w:rsidRPr="00580BBA" w:rsidRDefault="00640E06" w:rsidP="00640E06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1E48B551" w14:textId="77777777" w:rsidR="0030138A" w:rsidRPr="00885D73" w:rsidRDefault="0030138A" w:rsidP="0030138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>
        <w:rPr>
          <w:spacing w:val="6"/>
          <w:sz w:val="28"/>
        </w:rPr>
        <w:t>le texte</w:t>
      </w:r>
      <w:r w:rsidRPr="00885D73">
        <w:rPr>
          <w:spacing w:val="6"/>
          <w:sz w:val="28"/>
        </w:rPr>
        <w:t> ;</w:t>
      </w:r>
    </w:p>
    <w:p w14:paraId="6660ACCE" w14:textId="77777777" w:rsidR="0030138A" w:rsidRDefault="0030138A" w:rsidP="0030138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>
        <w:rPr>
          <w:spacing w:val="6"/>
          <w:sz w:val="28"/>
        </w:rPr>
        <w:t>les planches tactiles</w:t>
      </w:r>
    </w:p>
    <w:p w14:paraId="0C70762A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5171E9C5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1A221378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2851A176" w14:textId="77777777" w:rsidR="00640E06" w:rsidRPr="00A9665D" w:rsidRDefault="00640E06" w:rsidP="00640E06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>Volume 2/2</w:t>
      </w:r>
    </w:p>
    <w:p w14:paraId="5EABEE8D" w14:textId="6A0152A1" w:rsidR="00640E06" w:rsidRPr="0030138A" w:rsidRDefault="0030138A" w:rsidP="00640E06">
      <w:pPr>
        <w:spacing w:line="300" w:lineRule="auto"/>
        <w:outlineLvl w:val="9"/>
        <w:rPr>
          <w:spacing w:val="6"/>
          <w:sz w:val="52"/>
          <w:szCs w:val="40"/>
        </w:rPr>
      </w:pPr>
      <w:r w:rsidRPr="0030138A">
        <w:rPr>
          <w:spacing w:val="6"/>
          <w:sz w:val="52"/>
          <w:szCs w:val="40"/>
        </w:rPr>
        <w:t>Planches tactiles</w:t>
      </w:r>
    </w:p>
    <w:p w14:paraId="04EB8A64" w14:textId="77777777" w:rsidR="00640E06" w:rsidRPr="00885D73" w:rsidRDefault="00640E06" w:rsidP="00640E06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p w14:paraId="5B28D8C5" w14:textId="77777777" w:rsidR="00885D73" w:rsidRPr="00885D73" w:rsidRDefault="00885D73" w:rsidP="00580BBA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sectPr w:rsidR="00885D73" w:rsidRPr="00885D73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91F42" w14:textId="77777777" w:rsidR="00DE2D1A" w:rsidRDefault="00DE2D1A" w:rsidP="00885D73">
      <w:r>
        <w:separator/>
      </w:r>
    </w:p>
  </w:endnote>
  <w:endnote w:type="continuationSeparator" w:id="0">
    <w:p w14:paraId="0306332D" w14:textId="77777777" w:rsidR="00DE2D1A" w:rsidRDefault="00DE2D1A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3242" w14:textId="77777777" w:rsidR="008F5EEF" w:rsidRPr="00363CA1" w:rsidRDefault="008F5EEF" w:rsidP="00885D73">
    <w:pPr>
      <w:pStyle w:val="Pieddepage"/>
    </w:pPr>
  </w:p>
  <w:p w14:paraId="1817D862" w14:textId="77777777" w:rsidR="008F5EEF" w:rsidRPr="008F5EEF" w:rsidRDefault="008F5EEF" w:rsidP="00885D73">
    <w:pPr>
      <w:pStyle w:val="Pieddepage"/>
    </w:pPr>
  </w:p>
  <w:p w14:paraId="65D4E93D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42FDA" w14:textId="77777777" w:rsidR="00DE2D1A" w:rsidRDefault="00DE2D1A" w:rsidP="00885D73">
      <w:r>
        <w:separator/>
      </w:r>
    </w:p>
  </w:footnote>
  <w:footnote w:type="continuationSeparator" w:id="0">
    <w:p w14:paraId="41795C90" w14:textId="77777777" w:rsidR="00DE2D1A" w:rsidRDefault="00DE2D1A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F6B06"/>
    <w:rsid w:val="00111FB2"/>
    <w:rsid w:val="0012747C"/>
    <w:rsid w:val="00206CBA"/>
    <w:rsid w:val="00220120"/>
    <w:rsid w:val="00230266"/>
    <w:rsid w:val="002A2301"/>
    <w:rsid w:val="002B3E9B"/>
    <w:rsid w:val="002E264B"/>
    <w:rsid w:val="002E3230"/>
    <w:rsid w:val="0030138A"/>
    <w:rsid w:val="00324584"/>
    <w:rsid w:val="003F6C34"/>
    <w:rsid w:val="00400BB0"/>
    <w:rsid w:val="004210F1"/>
    <w:rsid w:val="004636A1"/>
    <w:rsid w:val="00473314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692B22"/>
    <w:rsid w:val="007E3B20"/>
    <w:rsid w:val="008204EC"/>
    <w:rsid w:val="0085175A"/>
    <w:rsid w:val="008831DD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F5111"/>
    <w:rsid w:val="00D6488C"/>
    <w:rsid w:val="00D97FE9"/>
    <w:rsid w:val="00DD555B"/>
    <w:rsid w:val="00DE2D1A"/>
    <w:rsid w:val="00E47ED2"/>
    <w:rsid w:val="00EB6993"/>
    <w:rsid w:val="00ED0D83"/>
    <w:rsid w:val="00F23D6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F36C5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EE89-F958-4D7B-A213-8008B9DE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9</TotalTime>
  <Pages>2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dc:creator>laville</dc:creator>
  <cp:lastModifiedBy>Nelly JOUVEAUX</cp:lastModifiedBy>
  <cp:revision>7</cp:revision>
  <cp:lastPrinted>2017-03-09T12:39:00Z</cp:lastPrinted>
  <dcterms:created xsi:type="dcterms:W3CDTF">2018-04-14T08:44:00Z</dcterms:created>
  <dcterms:modified xsi:type="dcterms:W3CDTF">2023-05-29T12:39:00Z</dcterms:modified>
</cp:coreProperties>
</file>